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A3456D" w:rsidRDefault="006E5D65" w:rsidP="009C54AE">
      <w:pPr>
        <w:spacing w:line="240" w:lineRule="auto"/>
        <w:rPr>
          <w:rFonts w:ascii="Corbel" w:hAnsi="Corbel"/>
          <w:bCs/>
          <w:i/>
          <w:color w:val="1F497D"/>
          <w:sz w:val="24"/>
          <w:szCs w:val="24"/>
        </w:rPr>
      </w:pPr>
    </w:p>
    <w:p w:rsidR="0085747A" w:rsidRPr="00A3456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3456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3456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3456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3456D">
        <w:rPr>
          <w:rFonts w:ascii="Corbel" w:hAnsi="Corbel"/>
          <w:b/>
          <w:smallCaps/>
          <w:sz w:val="24"/>
          <w:szCs w:val="24"/>
        </w:rPr>
        <w:t xml:space="preserve"> </w:t>
      </w:r>
      <w:r w:rsidR="006C212D" w:rsidRPr="00A3456D">
        <w:rPr>
          <w:rFonts w:ascii="Corbel" w:hAnsi="Corbel"/>
          <w:b/>
          <w:smallCaps/>
          <w:sz w:val="24"/>
          <w:szCs w:val="24"/>
        </w:rPr>
        <w:t>201</w:t>
      </w:r>
      <w:r w:rsidR="009C2054" w:rsidRPr="00A3456D">
        <w:rPr>
          <w:rFonts w:ascii="Corbel" w:hAnsi="Corbel"/>
          <w:b/>
          <w:smallCaps/>
          <w:sz w:val="24"/>
          <w:szCs w:val="24"/>
        </w:rPr>
        <w:t>8</w:t>
      </w:r>
      <w:r w:rsidR="002C2A37" w:rsidRPr="00A3456D">
        <w:rPr>
          <w:rFonts w:ascii="Corbel" w:hAnsi="Corbel"/>
          <w:b/>
          <w:smallCaps/>
          <w:sz w:val="24"/>
          <w:szCs w:val="24"/>
        </w:rPr>
        <w:t>-20</w:t>
      </w:r>
      <w:r w:rsidR="009C2054" w:rsidRPr="00A3456D">
        <w:rPr>
          <w:rFonts w:ascii="Corbel" w:hAnsi="Corbel"/>
          <w:b/>
          <w:smallCaps/>
          <w:sz w:val="24"/>
          <w:szCs w:val="24"/>
        </w:rPr>
        <w:t>20</w:t>
      </w:r>
      <w:r w:rsidR="0085747A" w:rsidRPr="00A3456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A3456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3456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3456D">
        <w:rPr>
          <w:rFonts w:ascii="Corbel" w:hAnsi="Corbel"/>
          <w:i/>
          <w:sz w:val="24"/>
          <w:szCs w:val="24"/>
        </w:rPr>
        <w:t>(skrajne daty</w:t>
      </w:r>
      <w:r w:rsidR="0085747A" w:rsidRPr="00A3456D">
        <w:rPr>
          <w:rFonts w:ascii="Corbel" w:hAnsi="Corbel"/>
          <w:sz w:val="24"/>
          <w:szCs w:val="24"/>
        </w:rPr>
        <w:t>)</w:t>
      </w:r>
    </w:p>
    <w:p w:rsidR="0085747A" w:rsidRPr="00A345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3456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3456D">
        <w:rPr>
          <w:rFonts w:ascii="Corbel" w:hAnsi="Corbel"/>
          <w:szCs w:val="24"/>
        </w:rPr>
        <w:t xml:space="preserve">1. </w:t>
      </w:r>
      <w:r w:rsidR="0085747A" w:rsidRPr="00A3456D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3456D" w:rsidTr="00B819C8">
        <w:tc>
          <w:tcPr>
            <w:tcW w:w="2694" w:type="dxa"/>
            <w:vAlign w:val="center"/>
          </w:tcPr>
          <w:p w:rsidR="0085747A" w:rsidRPr="00A345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A3456D" w:rsidRDefault="006C212D" w:rsidP="00814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 xml:space="preserve">Analiza finansowa </w:t>
            </w:r>
            <w:r w:rsidR="0081405E" w:rsidRPr="00A3456D">
              <w:rPr>
                <w:rFonts w:ascii="Corbel" w:hAnsi="Corbel"/>
                <w:b w:val="0"/>
                <w:sz w:val="24"/>
                <w:szCs w:val="24"/>
              </w:rPr>
              <w:t>i audyt</w:t>
            </w:r>
          </w:p>
        </w:tc>
      </w:tr>
      <w:tr w:rsidR="0085747A" w:rsidRPr="00A3456D" w:rsidTr="00B819C8">
        <w:tc>
          <w:tcPr>
            <w:tcW w:w="2694" w:type="dxa"/>
            <w:vAlign w:val="center"/>
          </w:tcPr>
          <w:p w:rsidR="0085747A" w:rsidRPr="00A345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A3456D" w:rsidRDefault="008140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E/II/EUB/C-1.2b</w:t>
            </w:r>
          </w:p>
        </w:tc>
      </w:tr>
      <w:tr w:rsidR="0085747A" w:rsidRPr="00A3456D" w:rsidTr="00B819C8">
        <w:tc>
          <w:tcPr>
            <w:tcW w:w="2694" w:type="dxa"/>
            <w:vAlign w:val="center"/>
          </w:tcPr>
          <w:p w:rsidR="0085747A" w:rsidRPr="00A3456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A3456D" w:rsidRDefault="009C20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42EAB" w:rsidRPr="00A3456D">
              <w:rPr>
                <w:rFonts w:ascii="Corbel" w:hAnsi="Corbel"/>
                <w:b w:val="0"/>
                <w:sz w:val="24"/>
                <w:szCs w:val="24"/>
              </w:rPr>
              <w:t>Ekonomii</w:t>
            </w:r>
          </w:p>
        </w:tc>
      </w:tr>
      <w:tr w:rsidR="0085747A" w:rsidRPr="00A3456D" w:rsidTr="00B819C8">
        <w:tc>
          <w:tcPr>
            <w:tcW w:w="2694" w:type="dxa"/>
            <w:vAlign w:val="center"/>
          </w:tcPr>
          <w:p w:rsidR="0085747A" w:rsidRPr="00A345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3456D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>Katedra Finansów</w:t>
            </w:r>
            <w:r w:rsidR="009C2054" w:rsidRPr="00A3456D">
              <w:rPr>
                <w:rFonts w:ascii="Corbel" w:hAnsi="Corbel"/>
                <w:b w:val="0"/>
                <w:sz w:val="24"/>
                <w:szCs w:val="24"/>
              </w:rPr>
              <w:t xml:space="preserve"> i Rachunkowości</w:t>
            </w:r>
          </w:p>
        </w:tc>
      </w:tr>
      <w:tr w:rsidR="0085747A" w:rsidRPr="00A3456D" w:rsidTr="00B819C8">
        <w:tc>
          <w:tcPr>
            <w:tcW w:w="2694" w:type="dxa"/>
            <w:vAlign w:val="center"/>
          </w:tcPr>
          <w:p w:rsidR="0085747A" w:rsidRPr="00A345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3456D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3456D" w:rsidTr="00B819C8">
        <w:tc>
          <w:tcPr>
            <w:tcW w:w="2694" w:type="dxa"/>
            <w:vAlign w:val="center"/>
          </w:tcPr>
          <w:p w:rsidR="0085747A" w:rsidRPr="00A345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A3456D" w:rsidRDefault="00C42EAB" w:rsidP="00814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Studia </w:t>
            </w:r>
            <w:r w:rsidR="0081405E" w:rsidRPr="00A3456D">
              <w:rPr>
                <w:rFonts w:ascii="Corbel" w:hAnsi="Corbel"/>
                <w:b w:val="0"/>
                <w:sz w:val="24"/>
                <w:szCs w:val="24"/>
                <w:lang w:eastAsia="pl-PL"/>
              </w:rPr>
              <w:t>drugiego</w:t>
            </w:r>
            <w:r w:rsidRPr="00A3456D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A3456D" w:rsidTr="00B819C8">
        <w:tc>
          <w:tcPr>
            <w:tcW w:w="2694" w:type="dxa"/>
            <w:vAlign w:val="center"/>
          </w:tcPr>
          <w:p w:rsidR="0085747A" w:rsidRPr="00A345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3456D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3456D" w:rsidTr="00B819C8">
        <w:tc>
          <w:tcPr>
            <w:tcW w:w="2694" w:type="dxa"/>
            <w:vAlign w:val="center"/>
          </w:tcPr>
          <w:p w:rsidR="0085747A" w:rsidRPr="00A345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3456D" w:rsidRDefault="00C42EAB" w:rsidP="004720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F322F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A3456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A3456D" w:rsidTr="00B819C8">
        <w:tc>
          <w:tcPr>
            <w:tcW w:w="2694" w:type="dxa"/>
            <w:vAlign w:val="center"/>
          </w:tcPr>
          <w:p w:rsidR="0085747A" w:rsidRPr="00A345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A3456D" w:rsidRDefault="00C42EAB" w:rsidP="00814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212D" w:rsidRPr="00A3456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3456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1405E" w:rsidRPr="00A3456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3456D" w:rsidRPr="00A3456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C42EAB" w:rsidRPr="00A3456D" w:rsidTr="00B819C8">
        <w:tc>
          <w:tcPr>
            <w:tcW w:w="2694" w:type="dxa"/>
            <w:vAlign w:val="center"/>
          </w:tcPr>
          <w:p w:rsidR="00C42EAB" w:rsidRPr="00A3456D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42EAB" w:rsidRPr="00A3456D" w:rsidRDefault="00C42EAB" w:rsidP="009C2054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9C2054" w:rsidRPr="00A3456D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 w:rsidR="00197D88" w:rsidRPr="00A3456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42EAB" w:rsidRPr="00A3456D" w:rsidTr="00B819C8">
        <w:tc>
          <w:tcPr>
            <w:tcW w:w="2694" w:type="dxa"/>
            <w:vAlign w:val="center"/>
          </w:tcPr>
          <w:p w:rsidR="00C42EAB" w:rsidRPr="00A3456D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42EAB" w:rsidRPr="00A3456D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A3456D" w:rsidTr="00B819C8">
        <w:tc>
          <w:tcPr>
            <w:tcW w:w="2694" w:type="dxa"/>
            <w:vAlign w:val="center"/>
          </w:tcPr>
          <w:p w:rsidR="00C42EAB" w:rsidRPr="00A3456D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42EAB" w:rsidRPr="00A3456D" w:rsidRDefault="009C20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2EAB" w:rsidRPr="00A3456D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C42EAB" w:rsidRPr="00A3456D" w:rsidTr="00B819C8">
        <w:tc>
          <w:tcPr>
            <w:tcW w:w="2694" w:type="dxa"/>
            <w:vAlign w:val="center"/>
          </w:tcPr>
          <w:p w:rsidR="00C42EAB" w:rsidRPr="00A3456D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42EAB" w:rsidRPr="00A3456D" w:rsidRDefault="009C20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2EAB" w:rsidRPr="00A3456D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</w:tbl>
    <w:p w:rsidR="0085747A" w:rsidRPr="00A3456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3456D">
        <w:rPr>
          <w:rFonts w:ascii="Corbel" w:hAnsi="Corbel"/>
          <w:sz w:val="24"/>
          <w:szCs w:val="24"/>
        </w:rPr>
        <w:t xml:space="preserve">* </w:t>
      </w:r>
      <w:r w:rsidRPr="00A3456D">
        <w:rPr>
          <w:rFonts w:ascii="Corbel" w:hAnsi="Corbel"/>
          <w:i/>
          <w:sz w:val="24"/>
          <w:szCs w:val="24"/>
        </w:rPr>
        <w:t xml:space="preserve">- </w:t>
      </w:r>
      <w:r w:rsidRPr="00A3456D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A3456D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A345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3456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3456D">
        <w:rPr>
          <w:rFonts w:ascii="Corbel" w:hAnsi="Corbel"/>
          <w:sz w:val="24"/>
          <w:szCs w:val="24"/>
        </w:rPr>
        <w:t>1.</w:t>
      </w:r>
      <w:r w:rsidR="00E22FBC" w:rsidRPr="00A3456D">
        <w:rPr>
          <w:rFonts w:ascii="Corbel" w:hAnsi="Corbel"/>
          <w:sz w:val="24"/>
          <w:szCs w:val="24"/>
        </w:rPr>
        <w:t>1</w:t>
      </w:r>
      <w:r w:rsidRPr="00A3456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345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3456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Semestr</w:t>
            </w:r>
          </w:p>
          <w:p w:rsidR="00015B8F" w:rsidRPr="00A3456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(</w:t>
            </w:r>
            <w:r w:rsidR="00363F78" w:rsidRPr="00A3456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45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345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A3456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3456D" w:rsidRDefault="00A345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1F322F" w:rsidP="00110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5DEB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456D" w:rsidRDefault="009C2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A345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A3456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3456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3456D">
        <w:rPr>
          <w:rFonts w:ascii="Corbel" w:hAnsi="Corbel"/>
          <w:smallCaps w:val="0"/>
          <w:szCs w:val="24"/>
        </w:rPr>
        <w:t>1.</w:t>
      </w:r>
      <w:r w:rsidR="00E22FBC" w:rsidRPr="00A3456D">
        <w:rPr>
          <w:rFonts w:ascii="Corbel" w:hAnsi="Corbel"/>
          <w:smallCaps w:val="0"/>
          <w:szCs w:val="24"/>
        </w:rPr>
        <w:t>2</w:t>
      </w:r>
      <w:r w:rsidR="00F83B28" w:rsidRPr="00A3456D">
        <w:rPr>
          <w:rFonts w:ascii="Corbel" w:hAnsi="Corbel"/>
          <w:smallCaps w:val="0"/>
          <w:szCs w:val="24"/>
        </w:rPr>
        <w:t>.</w:t>
      </w:r>
      <w:r w:rsidR="00F83B28" w:rsidRPr="00A3456D">
        <w:rPr>
          <w:rFonts w:ascii="Corbel" w:hAnsi="Corbel"/>
          <w:smallCaps w:val="0"/>
          <w:szCs w:val="24"/>
        </w:rPr>
        <w:tab/>
      </w:r>
      <w:r w:rsidRPr="00A3456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3456D" w:rsidRDefault="009E54C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456D">
        <w:rPr>
          <w:rFonts w:ascii="Corbel" w:eastAsia="MS Gothic" w:hAnsi="Corbel" w:cs="MS Gothic"/>
          <w:b w:val="0"/>
          <w:szCs w:val="24"/>
        </w:rPr>
        <w:t>x</w:t>
      </w:r>
      <w:r w:rsidR="0085747A" w:rsidRPr="00A3456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A3456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456D">
        <w:rPr>
          <w:rFonts w:ascii="Segoe UI Symbol" w:eastAsia="MS Gothic" w:hAnsi="Segoe UI Symbol" w:cs="Segoe UI Symbol"/>
          <w:b w:val="0"/>
          <w:szCs w:val="24"/>
        </w:rPr>
        <w:t>☐</w:t>
      </w:r>
      <w:r w:rsidRPr="00A3456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3456D" w:rsidRPr="00A3456D" w:rsidRDefault="00E22FBC" w:rsidP="00A3456D">
      <w:pPr>
        <w:pStyle w:val="Punktygwne"/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3456D">
        <w:rPr>
          <w:rFonts w:ascii="Corbel" w:hAnsi="Corbel"/>
          <w:smallCaps w:val="0"/>
          <w:szCs w:val="24"/>
        </w:rPr>
        <w:t xml:space="preserve">1.3 </w:t>
      </w:r>
      <w:r w:rsidR="00F83B28" w:rsidRPr="00A3456D">
        <w:rPr>
          <w:rFonts w:ascii="Corbel" w:hAnsi="Corbel"/>
          <w:smallCaps w:val="0"/>
          <w:szCs w:val="24"/>
        </w:rPr>
        <w:tab/>
      </w:r>
      <w:r w:rsidRPr="00A3456D">
        <w:rPr>
          <w:rFonts w:ascii="Corbel" w:hAnsi="Corbel"/>
          <w:smallCaps w:val="0"/>
          <w:szCs w:val="24"/>
        </w:rPr>
        <w:t xml:space="preserve">Forma zaliczenia przedmiotu /modułu (z toku) </w:t>
      </w:r>
      <w:r w:rsidR="00A3456D" w:rsidRPr="00A3456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22FBC" w:rsidRPr="00A3456D" w:rsidRDefault="00A3456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3456D">
        <w:rPr>
          <w:rFonts w:ascii="Corbel" w:hAnsi="Corbel"/>
          <w:b w:val="0"/>
          <w:smallCaps w:val="0"/>
          <w:szCs w:val="24"/>
        </w:rPr>
        <w:t>E</w:t>
      </w:r>
      <w:r w:rsidR="00FE1515" w:rsidRPr="00A3456D">
        <w:rPr>
          <w:rFonts w:ascii="Corbel" w:hAnsi="Corbel"/>
          <w:b w:val="0"/>
          <w:smallCaps w:val="0"/>
          <w:szCs w:val="24"/>
        </w:rPr>
        <w:t>gzamin</w:t>
      </w:r>
    </w:p>
    <w:p w:rsidR="00E22FBC" w:rsidRPr="00A3456D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9E54C7" w:rsidRPr="00A3456D" w:rsidRDefault="009E54C7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9E54C7" w:rsidRPr="00A3456D" w:rsidRDefault="009E54C7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3D7D" w:rsidRPr="00A3456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A3456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456D">
        <w:rPr>
          <w:rFonts w:ascii="Corbel" w:hAnsi="Corbel"/>
          <w:szCs w:val="24"/>
        </w:rPr>
        <w:t xml:space="preserve">2.Wymagania wstępne </w:t>
      </w:r>
    </w:p>
    <w:p w:rsidR="00923D7D" w:rsidRPr="00A3456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3456D" w:rsidTr="00745302">
        <w:tc>
          <w:tcPr>
            <w:tcW w:w="9670" w:type="dxa"/>
          </w:tcPr>
          <w:p w:rsidR="0085747A" w:rsidRPr="00A3456D" w:rsidRDefault="0056610D" w:rsidP="0056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Podstawowa wiedza obejmuj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ca zagadnienia zwi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zane z rachunkowo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finansow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oraz z zarz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dzaniem finansami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</w:t>
            </w:r>
          </w:p>
        </w:tc>
      </w:tr>
    </w:tbl>
    <w:p w:rsidR="00153C41" w:rsidRPr="00A3456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3456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456D">
        <w:rPr>
          <w:rFonts w:ascii="Corbel" w:hAnsi="Corbel"/>
          <w:szCs w:val="24"/>
        </w:rPr>
        <w:t>3.</w:t>
      </w:r>
      <w:r w:rsidR="0085747A" w:rsidRPr="00A3456D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3456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3456D">
        <w:rPr>
          <w:rFonts w:ascii="Corbel" w:hAnsi="Corbel"/>
          <w:sz w:val="24"/>
          <w:szCs w:val="24"/>
        </w:rPr>
        <w:t xml:space="preserve">3.1 </w:t>
      </w:r>
      <w:r w:rsidR="0085747A" w:rsidRPr="00A3456D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A3456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A3456D" w:rsidTr="00923D7D">
        <w:tc>
          <w:tcPr>
            <w:tcW w:w="851" w:type="dxa"/>
            <w:vAlign w:val="center"/>
          </w:tcPr>
          <w:p w:rsidR="0085747A" w:rsidRPr="00A3456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F4351" w:rsidRPr="00A3456D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dzi analizy finansowej do rozwi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</w:p>
          <w:p w:rsidR="0085747A" w:rsidRPr="00A3456D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ró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norodnych problemów gospodarczych</w:t>
            </w:r>
          </w:p>
        </w:tc>
      </w:tr>
      <w:tr w:rsidR="0085747A" w:rsidRPr="00A3456D" w:rsidTr="00923D7D">
        <w:tc>
          <w:tcPr>
            <w:tcW w:w="851" w:type="dxa"/>
            <w:vAlign w:val="center"/>
          </w:tcPr>
          <w:p w:rsidR="0085747A" w:rsidRPr="00A3456D" w:rsidRDefault="00AD0A5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A3456D" w:rsidRDefault="00FF4351" w:rsidP="0056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 analizy danych finansowych, rozwi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zywania problemów decyzyjnych za pomoc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metod oceny ryzyka zagro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enia upadło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 w:rsidR="0056610D"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 i wykorzystania ich w zarz</w:t>
            </w:r>
            <w:r w:rsidR="0056610D"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="0056610D" w:rsidRPr="00A3456D">
              <w:rPr>
                <w:rFonts w:ascii="Corbel" w:hAnsi="Corbel"/>
                <w:sz w:val="24"/>
                <w:szCs w:val="24"/>
                <w:lang w:eastAsia="pl-PL"/>
              </w:rPr>
              <w:t>dzaniu przedsi</w:t>
            </w:r>
            <w:r w:rsidR="0056610D"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="0056610D" w:rsidRPr="00A3456D">
              <w:rPr>
                <w:rFonts w:ascii="Corbel" w:hAnsi="Corbel"/>
                <w:sz w:val="24"/>
                <w:szCs w:val="24"/>
                <w:lang w:eastAsia="pl-PL"/>
              </w:rPr>
              <w:t>biorstwem.</w:t>
            </w:r>
          </w:p>
        </w:tc>
      </w:tr>
      <w:tr w:rsidR="0085747A" w:rsidRPr="00A3456D" w:rsidTr="00923D7D">
        <w:tc>
          <w:tcPr>
            <w:tcW w:w="851" w:type="dxa"/>
            <w:vAlign w:val="center"/>
          </w:tcPr>
          <w:p w:rsidR="0085747A" w:rsidRPr="00A3456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456D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:rsidR="0085747A" w:rsidRPr="00A3456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3456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3456D">
        <w:rPr>
          <w:rFonts w:ascii="Corbel" w:hAnsi="Corbel"/>
          <w:b/>
          <w:sz w:val="24"/>
          <w:szCs w:val="24"/>
        </w:rPr>
        <w:t xml:space="preserve">3.2 </w:t>
      </w:r>
      <w:r w:rsidR="001D7B54" w:rsidRPr="00A3456D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A3456D">
        <w:rPr>
          <w:rFonts w:ascii="Corbel" w:hAnsi="Corbel"/>
          <w:sz w:val="24"/>
          <w:szCs w:val="24"/>
        </w:rPr>
        <w:t xml:space="preserve"> ( </w:t>
      </w:r>
      <w:r w:rsidR="001D7B54" w:rsidRPr="00A3456D">
        <w:rPr>
          <w:rFonts w:ascii="Corbel" w:hAnsi="Corbel"/>
          <w:i/>
          <w:sz w:val="24"/>
          <w:szCs w:val="24"/>
        </w:rPr>
        <w:t>wypełnia koordynator</w:t>
      </w:r>
      <w:r w:rsidR="001D7B54" w:rsidRPr="00A3456D">
        <w:rPr>
          <w:rFonts w:ascii="Corbel" w:hAnsi="Corbel"/>
          <w:sz w:val="24"/>
          <w:szCs w:val="24"/>
        </w:rPr>
        <w:t>)</w:t>
      </w:r>
    </w:p>
    <w:p w:rsidR="001D7B54" w:rsidRPr="00A345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3456D" w:rsidTr="0071620A">
        <w:tc>
          <w:tcPr>
            <w:tcW w:w="1701" w:type="dxa"/>
            <w:vAlign w:val="center"/>
          </w:tcPr>
          <w:p w:rsidR="0085747A" w:rsidRPr="00A345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A3456D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85747A" w:rsidRPr="00A345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A345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3456D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A3456D" w:rsidTr="005E6E85">
        <w:tc>
          <w:tcPr>
            <w:tcW w:w="1701" w:type="dxa"/>
          </w:tcPr>
          <w:p w:rsidR="0085747A" w:rsidRPr="00A345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456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A3456D" w:rsidRDefault="0056610D" w:rsidP="0056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</w:p>
        </w:tc>
        <w:tc>
          <w:tcPr>
            <w:tcW w:w="1873" w:type="dxa"/>
          </w:tcPr>
          <w:p w:rsidR="00FF4351" w:rsidRPr="00A3456D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="00FF4351" w:rsidRPr="00A3456D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197D88" w:rsidRPr="00A3456D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:rsidR="0085747A" w:rsidRPr="00A3456D" w:rsidRDefault="0085747A" w:rsidP="00FF4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D0A5D" w:rsidRPr="00A3456D" w:rsidTr="005E6E85">
        <w:tc>
          <w:tcPr>
            <w:tcW w:w="1701" w:type="dxa"/>
          </w:tcPr>
          <w:p w:rsidR="00AD0A5D" w:rsidRPr="00A3456D" w:rsidRDefault="00AD0A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D0A5D" w:rsidRPr="00A3456D" w:rsidRDefault="0056610D" w:rsidP="005661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  <w:tc>
          <w:tcPr>
            <w:tcW w:w="1873" w:type="dxa"/>
          </w:tcPr>
          <w:p w:rsidR="00FF4351" w:rsidRPr="00A3456D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97D88" w:rsidRPr="00A3456D">
              <w:rPr>
                <w:rFonts w:ascii="Corbel" w:hAnsi="Corbel"/>
                <w:sz w:val="24"/>
                <w:szCs w:val="24"/>
                <w:lang w:eastAsia="pl-PL"/>
              </w:rPr>
              <w:t>W01</w:t>
            </w:r>
          </w:p>
          <w:p w:rsidR="00FF4351" w:rsidRPr="00A3456D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97D88" w:rsidRPr="00A3456D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08</w:t>
            </w:r>
          </w:p>
          <w:p w:rsidR="00AD0A5D" w:rsidRPr="00A3456D" w:rsidRDefault="00AD0A5D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AD0A5D" w:rsidRPr="00A3456D" w:rsidTr="005E6E85">
        <w:tc>
          <w:tcPr>
            <w:tcW w:w="1701" w:type="dxa"/>
          </w:tcPr>
          <w:p w:rsidR="00AD0A5D" w:rsidRPr="00A3456D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97D88" w:rsidRPr="00A3456D" w:rsidRDefault="00197D88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</w:p>
          <w:p w:rsidR="00AD0A5D" w:rsidRPr="00A3456D" w:rsidRDefault="00197D88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zjawiskami finansowymi zachodz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cymi w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:rsidR="00FF4351" w:rsidRPr="00A3456D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97D88" w:rsidRPr="00A3456D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0</w:t>
            </w:r>
            <w:r w:rsidR="00197D88" w:rsidRPr="00A3456D">
              <w:rPr>
                <w:rFonts w:ascii="Corbel" w:hAnsi="Corbel"/>
                <w:sz w:val="24"/>
                <w:szCs w:val="24"/>
                <w:lang w:eastAsia="pl-PL"/>
              </w:rPr>
              <w:t>7</w:t>
            </w:r>
          </w:p>
          <w:p w:rsidR="00FF4351" w:rsidRPr="00A3456D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97D88" w:rsidRPr="00A3456D">
              <w:rPr>
                <w:rFonts w:ascii="Corbel" w:hAnsi="Corbel"/>
                <w:sz w:val="24"/>
                <w:szCs w:val="24"/>
                <w:lang w:eastAsia="pl-PL"/>
              </w:rPr>
              <w:t>W08</w:t>
            </w:r>
          </w:p>
          <w:p w:rsidR="00AD0A5D" w:rsidRPr="00A3456D" w:rsidRDefault="00FF4351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97D88" w:rsidRPr="00A3456D">
              <w:rPr>
                <w:rFonts w:ascii="Corbel" w:hAnsi="Corbel"/>
                <w:sz w:val="24"/>
                <w:szCs w:val="24"/>
                <w:lang w:eastAsia="pl-PL"/>
              </w:rPr>
              <w:t>W09</w:t>
            </w:r>
          </w:p>
        </w:tc>
      </w:tr>
      <w:tr w:rsidR="00AD0A5D" w:rsidRPr="00A3456D" w:rsidTr="005E6E85">
        <w:tc>
          <w:tcPr>
            <w:tcW w:w="1701" w:type="dxa"/>
          </w:tcPr>
          <w:p w:rsidR="00AD0A5D" w:rsidRPr="00A3456D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D0A5D" w:rsidRPr="00A3456D" w:rsidRDefault="00197D88" w:rsidP="009C2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cych w</w:t>
            </w:r>
            <w:r w:rsidR="009C2054"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:rsidR="00FF4351" w:rsidRPr="00A3456D" w:rsidRDefault="00197D88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:rsidR="00FF4351" w:rsidRPr="00A3456D" w:rsidRDefault="00197D88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:rsidR="00AD0A5D" w:rsidRPr="00A3456D" w:rsidRDefault="00AD0A5D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AD0A5D" w:rsidRPr="00A3456D" w:rsidTr="005E6E85">
        <w:tc>
          <w:tcPr>
            <w:tcW w:w="1701" w:type="dxa"/>
          </w:tcPr>
          <w:p w:rsidR="00AD0A5D" w:rsidRPr="00A3456D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D0A5D" w:rsidRPr="00A3456D" w:rsidRDefault="00197D88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  <w:tc>
          <w:tcPr>
            <w:tcW w:w="1873" w:type="dxa"/>
          </w:tcPr>
          <w:p w:rsidR="00FF4351" w:rsidRPr="00A3456D" w:rsidRDefault="00197D88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:rsidR="00AD0A5D" w:rsidRPr="00A3456D" w:rsidRDefault="00197D88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FF4351" w:rsidRPr="00A3456D">
              <w:rPr>
                <w:rFonts w:ascii="Corbel" w:hAnsi="Corbel"/>
                <w:sz w:val="24"/>
                <w:szCs w:val="24"/>
                <w:lang w:eastAsia="pl-PL"/>
              </w:rPr>
              <w:t>0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:rsidR="00197D88" w:rsidRPr="00A3456D" w:rsidRDefault="00197D88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197D88" w:rsidRPr="00A3456D" w:rsidTr="005E6E85">
        <w:tc>
          <w:tcPr>
            <w:tcW w:w="1701" w:type="dxa"/>
          </w:tcPr>
          <w:p w:rsidR="00197D88" w:rsidRPr="00A3456D" w:rsidRDefault="00197D88">
            <w:pPr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:rsidR="00197D88" w:rsidRPr="00A3456D" w:rsidRDefault="00197D88" w:rsidP="009C2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na temat kondycji finansowej</w:t>
            </w:r>
            <w:r w:rsidR="009C2054"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podmiotu w procesie poszukiwania optymalnych sposobów jej poprawy w przyszło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  <w:tc>
          <w:tcPr>
            <w:tcW w:w="1873" w:type="dxa"/>
          </w:tcPr>
          <w:p w:rsidR="00197D88" w:rsidRPr="00A3456D" w:rsidRDefault="00197D88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:rsidR="00197D88" w:rsidRPr="00A3456D" w:rsidRDefault="00197D88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K_U07</w:t>
            </w:r>
          </w:p>
          <w:p w:rsidR="00197D88" w:rsidRPr="00A3456D" w:rsidRDefault="00197D88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197D88" w:rsidRPr="00A3456D" w:rsidTr="005E6E85">
        <w:tc>
          <w:tcPr>
            <w:tcW w:w="1701" w:type="dxa"/>
          </w:tcPr>
          <w:p w:rsidR="00197D88" w:rsidRPr="00A3456D" w:rsidRDefault="00197D88">
            <w:pPr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:rsidR="00197D88" w:rsidRPr="00A3456D" w:rsidRDefault="00197D88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</w:t>
            </w:r>
          </w:p>
        </w:tc>
        <w:tc>
          <w:tcPr>
            <w:tcW w:w="1873" w:type="dxa"/>
          </w:tcPr>
          <w:p w:rsidR="00197D88" w:rsidRPr="00A3456D" w:rsidRDefault="00197D88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197D88" w:rsidRPr="00A3456D" w:rsidTr="005E6E85">
        <w:tc>
          <w:tcPr>
            <w:tcW w:w="1701" w:type="dxa"/>
          </w:tcPr>
          <w:p w:rsidR="00197D88" w:rsidRPr="00A3456D" w:rsidRDefault="00197D88">
            <w:pPr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096" w:type="dxa"/>
          </w:tcPr>
          <w:p w:rsidR="00197D88" w:rsidRPr="00A3456D" w:rsidRDefault="00197D88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</w:p>
        </w:tc>
        <w:tc>
          <w:tcPr>
            <w:tcW w:w="1873" w:type="dxa"/>
          </w:tcPr>
          <w:p w:rsidR="00197D88" w:rsidRPr="00A3456D" w:rsidRDefault="00197D88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:rsidR="00197D88" w:rsidRPr="00A3456D" w:rsidRDefault="00197D88" w:rsidP="00197D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3456D" w:rsidRPr="00A3456D" w:rsidRDefault="00A345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3456D" w:rsidRDefault="0085747A" w:rsidP="00A3456D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3456D">
        <w:rPr>
          <w:rFonts w:ascii="Corbel" w:hAnsi="Corbel"/>
          <w:b/>
          <w:sz w:val="24"/>
          <w:szCs w:val="24"/>
        </w:rPr>
        <w:t>T</w:t>
      </w:r>
      <w:r w:rsidR="001D7B54" w:rsidRPr="00A3456D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A3456D">
        <w:rPr>
          <w:rFonts w:ascii="Corbel" w:hAnsi="Corbel"/>
          <w:sz w:val="24"/>
          <w:szCs w:val="24"/>
        </w:rPr>
        <w:t>(</w:t>
      </w:r>
      <w:r w:rsidR="001D7B54" w:rsidRPr="00A3456D">
        <w:rPr>
          <w:rFonts w:ascii="Corbel" w:hAnsi="Corbel"/>
          <w:i/>
          <w:sz w:val="24"/>
          <w:szCs w:val="24"/>
        </w:rPr>
        <w:t>wypełnia koordynator)</w:t>
      </w:r>
    </w:p>
    <w:p w:rsidR="0085747A" w:rsidRPr="00A345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3456D" w:rsidRDefault="00A3456D" w:rsidP="00A3456D">
      <w:pPr>
        <w:spacing w:line="240" w:lineRule="auto"/>
        <w:ind w:left="993" w:hanging="284"/>
        <w:jc w:val="both"/>
        <w:rPr>
          <w:rFonts w:ascii="Corbel" w:hAnsi="Corbel"/>
          <w:sz w:val="24"/>
          <w:szCs w:val="24"/>
        </w:rPr>
      </w:pPr>
      <w:r w:rsidRPr="00A3456D">
        <w:rPr>
          <w:rFonts w:ascii="Corbel" w:hAnsi="Corbel"/>
          <w:sz w:val="24"/>
          <w:szCs w:val="24"/>
        </w:rPr>
        <w:t xml:space="preserve">B. </w:t>
      </w:r>
      <w:r w:rsidR="0085747A" w:rsidRPr="00A3456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3456D">
        <w:rPr>
          <w:rFonts w:ascii="Corbel" w:hAnsi="Corbel"/>
          <w:sz w:val="24"/>
          <w:szCs w:val="24"/>
        </w:rPr>
        <w:t xml:space="preserve">, </w:t>
      </w:r>
      <w:r w:rsidR="0085747A" w:rsidRPr="00A3456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A3456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3456D" w:rsidTr="00923D7D">
        <w:tc>
          <w:tcPr>
            <w:tcW w:w="9639" w:type="dxa"/>
          </w:tcPr>
          <w:p w:rsidR="0085747A" w:rsidRPr="00A3456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2142" w:rsidRPr="00A3456D" w:rsidTr="00923D7D">
        <w:tc>
          <w:tcPr>
            <w:tcW w:w="9639" w:type="dxa"/>
          </w:tcPr>
          <w:p w:rsidR="00ED2142" w:rsidRPr="00A3456D" w:rsidRDefault="00E2671F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Podstawy metodyczne analizy finansowej w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biorstwie. Analiza finansowa a analiza ekonomiczna i rachunkowo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finansowa</w:t>
            </w:r>
          </w:p>
        </w:tc>
      </w:tr>
      <w:tr w:rsidR="00D67B6D" w:rsidRPr="00A3456D" w:rsidTr="008350E3">
        <w:tc>
          <w:tcPr>
            <w:tcW w:w="9639" w:type="dxa"/>
          </w:tcPr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Problem kreatywnej rachunkowo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 w procesie analizy finansowej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Znaczenie audytu w zarz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dzaniu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biorstwem</w:t>
            </w:r>
          </w:p>
        </w:tc>
      </w:tr>
      <w:tr w:rsidR="00ED2142" w:rsidRPr="00A3456D" w:rsidTr="00923D7D">
        <w:tc>
          <w:tcPr>
            <w:tcW w:w="9639" w:type="dxa"/>
          </w:tcPr>
          <w:p w:rsidR="00ED2142" w:rsidRPr="00A3456D" w:rsidRDefault="00E2671F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Metodyczne aspekty konwersji bilansu oraz rachunku zysków i strat do celów analitycznych</w:t>
            </w:r>
          </w:p>
        </w:tc>
      </w:tr>
      <w:tr w:rsidR="00ED2142" w:rsidRPr="00A3456D" w:rsidTr="00923D7D">
        <w:tc>
          <w:tcPr>
            <w:tcW w:w="9639" w:type="dxa"/>
          </w:tcPr>
          <w:p w:rsidR="00ED2142" w:rsidRPr="00A3456D" w:rsidRDefault="00E2671F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ED2142" w:rsidRPr="00A3456D" w:rsidTr="00923D7D">
        <w:tc>
          <w:tcPr>
            <w:tcW w:w="9639" w:type="dxa"/>
          </w:tcPr>
          <w:p w:rsidR="00ED2142" w:rsidRPr="00A3456D" w:rsidRDefault="00E2671F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Wykorzystanie modeli dyskryminacyjnych i logitowych do oceny kondycji finansowej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85747A" w:rsidRPr="00A3456D" w:rsidTr="00923D7D">
        <w:tc>
          <w:tcPr>
            <w:tcW w:w="9639" w:type="dxa"/>
          </w:tcPr>
          <w:p w:rsidR="0085747A" w:rsidRPr="00A3456D" w:rsidRDefault="00E2671F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Punktowa metoda oceny ryzyka bankowego i jej modyfikacje</w:t>
            </w:r>
          </w:p>
        </w:tc>
      </w:tr>
      <w:tr w:rsidR="0085747A" w:rsidRPr="00A3456D" w:rsidTr="00923D7D">
        <w:tc>
          <w:tcPr>
            <w:tcW w:w="9639" w:type="dxa"/>
          </w:tcPr>
          <w:p w:rsidR="0085747A" w:rsidRPr="00A3456D" w:rsidRDefault="00E2671F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Nieparametryczna metoda DEA w zarz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dzaniu ryzykiem kredytowym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D67B6D" w:rsidRPr="00A3456D" w:rsidTr="008350E3">
        <w:tc>
          <w:tcPr>
            <w:tcW w:w="9639" w:type="dxa"/>
          </w:tcPr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Audyt wewn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- techniki przeprowadzania badania przez audyt wewn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trzny.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- sprawozdawczo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w audycie wewn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trznym.</w:t>
            </w:r>
          </w:p>
        </w:tc>
      </w:tr>
      <w:tr w:rsidR="00D67B6D" w:rsidRPr="00A3456D" w:rsidTr="008350E3">
        <w:tc>
          <w:tcPr>
            <w:tcW w:w="9639" w:type="dxa"/>
          </w:tcPr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Audyt zewn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- współpraca firmy przeprowadzaj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cej audyt zewn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trzny z przedsi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biorstwem,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- podstawy prawne,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- dokumentacja badania,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- cel i zakres badania sprawozda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finansowych,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- badanie wybranych obszarów zarz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dzania finansami (zarz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dzanie inwestycjami,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kapitałem obrotowym, struktur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kapitału),</w:t>
            </w:r>
          </w:p>
          <w:p w:rsidR="00D67B6D" w:rsidRPr="00A3456D" w:rsidRDefault="00D67B6D" w:rsidP="0083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- opinia i raport biegłego rewidenta.</w:t>
            </w:r>
          </w:p>
        </w:tc>
      </w:tr>
    </w:tbl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57CF6" w:rsidRPr="00A3456D" w:rsidRDefault="00E57CF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A3456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3456D">
        <w:rPr>
          <w:rFonts w:ascii="Corbel" w:hAnsi="Corbel"/>
          <w:smallCaps w:val="0"/>
          <w:szCs w:val="24"/>
        </w:rPr>
        <w:t>3.4 Metody dydaktyczne</w:t>
      </w:r>
      <w:r w:rsidRPr="00A3456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0392D" w:rsidRPr="00A3456D" w:rsidRDefault="00B0392D" w:rsidP="008437AA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E2671F" w:rsidRPr="00A3456D" w:rsidRDefault="00B0392D" w:rsidP="00E2671F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A3456D">
        <w:rPr>
          <w:rFonts w:ascii="Corbel" w:hAnsi="Corbel"/>
          <w:sz w:val="24"/>
          <w:szCs w:val="24"/>
        </w:rPr>
        <w:t xml:space="preserve">Ćwiczenia: </w:t>
      </w:r>
      <w:r w:rsidR="00E2671F" w:rsidRPr="00A3456D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="00E2671F" w:rsidRPr="00A3456D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="00E2671F" w:rsidRPr="00A3456D">
        <w:rPr>
          <w:rFonts w:ascii="Corbel" w:hAnsi="Corbel"/>
          <w:sz w:val="24"/>
          <w:szCs w:val="24"/>
          <w:lang w:eastAsia="pl-PL"/>
        </w:rPr>
        <w:t>wicze</w:t>
      </w:r>
      <w:r w:rsidR="00E2671F" w:rsidRPr="00A3456D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="00E2671F" w:rsidRPr="00A3456D">
        <w:rPr>
          <w:rFonts w:ascii="Corbel" w:hAnsi="Corbel"/>
          <w:sz w:val="24"/>
          <w:szCs w:val="24"/>
          <w:lang w:eastAsia="pl-PL"/>
        </w:rPr>
        <w:t>do rozwi</w:t>
      </w:r>
      <w:r w:rsidR="00E2671F" w:rsidRPr="00A3456D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E2671F" w:rsidRPr="00A3456D">
        <w:rPr>
          <w:rFonts w:ascii="Corbel" w:hAnsi="Corbel"/>
          <w:sz w:val="24"/>
          <w:szCs w:val="24"/>
          <w:lang w:eastAsia="pl-PL"/>
        </w:rPr>
        <w:t>zania,</w:t>
      </w:r>
    </w:p>
    <w:p w:rsidR="00B0392D" w:rsidRPr="00A3456D" w:rsidRDefault="00E2671F" w:rsidP="00E2671F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A3456D">
        <w:rPr>
          <w:rFonts w:ascii="Corbel" w:hAnsi="Corbel"/>
          <w:sz w:val="24"/>
          <w:szCs w:val="24"/>
          <w:lang w:eastAsia="pl-PL"/>
        </w:rPr>
        <w:t>obja</w:t>
      </w:r>
      <w:r w:rsidRPr="00A3456D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A3456D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A3456D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456D">
        <w:rPr>
          <w:rFonts w:ascii="Corbel" w:hAnsi="Corbel"/>
          <w:sz w:val="24"/>
          <w:szCs w:val="24"/>
          <w:lang w:eastAsia="pl-PL"/>
        </w:rPr>
        <w:t>za</w:t>
      </w:r>
      <w:r w:rsidRPr="00A3456D">
        <w:rPr>
          <w:rFonts w:ascii="Corbel" w:eastAsia="TimesNewRoman" w:hAnsi="Corbel" w:cs="TimesNewRoman"/>
          <w:sz w:val="24"/>
          <w:szCs w:val="24"/>
          <w:lang w:eastAsia="pl-PL"/>
        </w:rPr>
        <w:t>ń</w:t>
      </w:r>
    </w:p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3456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3456D">
        <w:rPr>
          <w:rFonts w:ascii="Corbel" w:hAnsi="Corbel"/>
          <w:smallCaps w:val="0"/>
          <w:szCs w:val="24"/>
        </w:rPr>
        <w:t xml:space="preserve">4. </w:t>
      </w:r>
      <w:r w:rsidR="0085747A" w:rsidRPr="00A3456D">
        <w:rPr>
          <w:rFonts w:ascii="Corbel" w:hAnsi="Corbel"/>
          <w:smallCaps w:val="0"/>
          <w:szCs w:val="24"/>
        </w:rPr>
        <w:t>METODY I KRYTERIA OCENY</w:t>
      </w:r>
      <w:r w:rsidR="009F4610" w:rsidRPr="00A3456D">
        <w:rPr>
          <w:rFonts w:ascii="Corbel" w:hAnsi="Corbel"/>
          <w:smallCaps w:val="0"/>
          <w:szCs w:val="24"/>
        </w:rPr>
        <w:t xml:space="preserve"> </w:t>
      </w:r>
    </w:p>
    <w:p w:rsidR="00923D7D" w:rsidRPr="00A3456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3456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456D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A3456D" w:rsidTr="00923D7D">
        <w:tc>
          <w:tcPr>
            <w:tcW w:w="2410" w:type="dxa"/>
            <w:vAlign w:val="center"/>
          </w:tcPr>
          <w:p w:rsidR="0085747A" w:rsidRPr="00A3456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A345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A3456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345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A345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345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A3456D" w:rsidTr="00923D7D">
        <w:tc>
          <w:tcPr>
            <w:tcW w:w="2410" w:type="dxa"/>
          </w:tcPr>
          <w:p w:rsidR="0085747A" w:rsidRPr="00A345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456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85747A" w:rsidRPr="00A3456D" w:rsidRDefault="006A0C29" w:rsidP="00E267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A3456D" w:rsidRDefault="00D67B6D" w:rsidP="001B2D4C">
            <w:pPr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A3456D" w:rsidTr="00923D7D">
        <w:tc>
          <w:tcPr>
            <w:tcW w:w="2410" w:type="dxa"/>
          </w:tcPr>
          <w:p w:rsidR="0085747A" w:rsidRPr="00A345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456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85747A" w:rsidRPr="00A3456D" w:rsidRDefault="006A0C29" w:rsidP="00E267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A3456D" w:rsidRDefault="00D67B6D" w:rsidP="001B2D4C">
            <w:pPr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437AA" w:rsidRPr="00A3456D" w:rsidTr="00923D7D">
        <w:tc>
          <w:tcPr>
            <w:tcW w:w="2410" w:type="dxa"/>
          </w:tcPr>
          <w:p w:rsidR="008437AA" w:rsidRPr="00A3456D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456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8437AA" w:rsidRPr="00A3456D" w:rsidRDefault="006A0C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437AA" w:rsidRPr="00A3456D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37AA" w:rsidRPr="00A345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8437AA" w:rsidRPr="00A3456D" w:rsidTr="00923D7D">
        <w:tc>
          <w:tcPr>
            <w:tcW w:w="2410" w:type="dxa"/>
          </w:tcPr>
          <w:p w:rsidR="008437AA" w:rsidRPr="00A3456D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456D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103" w:type="dxa"/>
          </w:tcPr>
          <w:p w:rsidR="006A0C29" w:rsidRPr="00A3456D" w:rsidRDefault="006A0C29" w:rsidP="006A0C2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ocena umiejętności</w:t>
            </w:r>
            <w:r w:rsidR="009C2054" w:rsidRPr="00A3456D">
              <w:rPr>
                <w:rFonts w:ascii="Corbel" w:hAnsi="Corbel"/>
                <w:sz w:val="24"/>
                <w:szCs w:val="24"/>
              </w:rPr>
              <w:t xml:space="preserve"> dokonywania analizy,</w:t>
            </w:r>
          </w:p>
          <w:p w:rsidR="008437AA" w:rsidRPr="00A3456D" w:rsidRDefault="006A0C29" w:rsidP="006A0C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437AA" w:rsidRPr="00A3456D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37AA" w:rsidRPr="00A3456D" w:rsidTr="00923D7D">
        <w:tc>
          <w:tcPr>
            <w:tcW w:w="2410" w:type="dxa"/>
          </w:tcPr>
          <w:p w:rsidR="008437AA" w:rsidRPr="00A3456D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456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="006A0C29" w:rsidRPr="00A3456D" w:rsidRDefault="006A0C29" w:rsidP="006A0C2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ocena umiejętności dokonywania analizy,</w:t>
            </w:r>
          </w:p>
          <w:p w:rsidR="008437AA" w:rsidRPr="00A3456D" w:rsidRDefault="006A0C29" w:rsidP="006A0C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437AA" w:rsidRPr="00A3456D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37AA" w:rsidRPr="00A345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A0C29" w:rsidRPr="00A3456D" w:rsidTr="00923D7D">
        <w:tc>
          <w:tcPr>
            <w:tcW w:w="2410" w:type="dxa"/>
          </w:tcPr>
          <w:p w:rsidR="006A0C29" w:rsidRPr="00A3456D" w:rsidRDefault="006A0C29">
            <w:pPr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103" w:type="dxa"/>
          </w:tcPr>
          <w:p w:rsidR="006A0C29" w:rsidRPr="00A3456D" w:rsidRDefault="006A0C29" w:rsidP="006A0C2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ocena umiejętności dokonywania analizy,</w:t>
            </w:r>
          </w:p>
          <w:p w:rsidR="006A0C29" w:rsidRPr="00A3456D" w:rsidRDefault="006A0C29" w:rsidP="009C20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6A0C29" w:rsidRPr="00A3456D" w:rsidRDefault="006A0C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0C29" w:rsidRPr="00A3456D" w:rsidTr="00923D7D">
        <w:tc>
          <w:tcPr>
            <w:tcW w:w="2410" w:type="dxa"/>
          </w:tcPr>
          <w:p w:rsidR="006A0C29" w:rsidRPr="00A3456D" w:rsidRDefault="006A0C29" w:rsidP="006A0C29">
            <w:pPr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103" w:type="dxa"/>
          </w:tcPr>
          <w:p w:rsidR="006A0C29" w:rsidRPr="00A3456D" w:rsidRDefault="006A0C29" w:rsidP="00E267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6A0C29" w:rsidRPr="00A3456D" w:rsidRDefault="006A0C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0C29" w:rsidRPr="00A3456D" w:rsidTr="00923D7D">
        <w:tc>
          <w:tcPr>
            <w:tcW w:w="2410" w:type="dxa"/>
          </w:tcPr>
          <w:p w:rsidR="006A0C29" w:rsidRPr="00A3456D" w:rsidRDefault="006A0C29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456D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103" w:type="dxa"/>
          </w:tcPr>
          <w:p w:rsidR="006A0C29" w:rsidRPr="00A3456D" w:rsidRDefault="006A0C29" w:rsidP="00E267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6A0C29" w:rsidRPr="00A3456D" w:rsidRDefault="006A0C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A3456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3456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456D">
        <w:rPr>
          <w:rFonts w:ascii="Corbel" w:hAnsi="Corbel"/>
          <w:smallCaps w:val="0"/>
          <w:szCs w:val="24"/>
        </w:rPr>
        <w:t xml:space="preserve">4.2 </w:t>
      </w:r>
      <w:r w:rsidR="0085747A" w:rsidRPr="00A3456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3456D">
        <w:rPr>
          <w:rFonts w:ascii="Corbel" w:hAnsi="Corbel"/>
          <w:smallCaps w:val="0"/>
          <w:szCs w:val="24"/>
        </w:rPr>
        <w:t xml:space="preserve"> </w:t>
      </w:r>
    </w:p>
    <w:p w:rsidR="00923D7D" w:rsidRPr="00A3456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3456D" w:rsidTr="00923D7D">
        <w:tc>
          <w:tcPr>
            <w:tcW w:w="9670" w:type="dxa"/>
          </w:tcPr>
          <w:p w:rsidR="008437AA" w:rsidRPr="00A3456D" w:rsidRDefault="00602E77" w:rsidP="00602E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ćwiczenia jest pozytywna ocena z egzaminu pisemnego. </w:t>
            </w:r>
          </w:p>
          <w:p w:rsidR="00FE1515" w:rsidRPr="00A3456D" w:rsidRDefault="008437AA" w:rsidP="00602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 xml:space="preserve">Ocena 3,0 wymaga </w:t>
            </w:r>
            <w:r w:rsidR="00602E77" w:rsidRPr="00A3456D">
              <w:rPr>
                <w:rFonts w:ascii="Corbel" w:hAnsi="Corbel"/>
                <w:b w:val="0"/>
                <w:smallCaps w:val="0"/>
                <w:szCs w:val="24"/>
              </w:rPr>
              <w:t>uzyskania z egzaminu</w:t>
            </w:r>
            <w:r w:rsidRPr="00A3456D">
              <w:rPr>
                <w:rFonts w:ascii="Corbel" w:hAnsi="Corbel"/>
                <w:b w:val="0"/>
                <w:smallCaps w:val="0"/>
                <w:szCs w:val="24"/>
              </w:rPr>
              <w:t xml:space="preserve"> powyżej 50% </w:t>
            </w:r>
            <w:r w:rsidR="00602E77" w:rsidRPr="00A3456D">
              <w:rPr>
                <w:rFonts w:ascii="Corbel" w:hAnsi="Corbel"/>
                <w:b w:val="0"/>
                <w:smallCaps w:val="0"/>
                <w:szCs w:val="24"/>
              </w:rPr>
              <w:t>punktów możliwych do zdobycia.</w:t>
            </w:r>
          </w:p>
        </w:tc>
      </w:tr>
    </w:tbl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3456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3456D">
        <w:rPr>
          <w:rFonts w:ascii="Corbel" w:hAnsi="Corbel"/>
          <w:b/>
          <w:sz w:val="24"/>
          <w:szCs w:val="24"/>
        </w:rPr>
        <w:t xml:space="preserve">5. </w:t>
      </w:r>
      <w:r w:rsidR="00C61DC5" w:rsidRPr="00A3456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345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3456D" w:rsidTr="003E1941">
        <w:tc>
          <w:tcPr>
            <w:tcW w:w="4962" w:type="dxa"/>
            <w:vAlign w:val="center"/>
          </w:tcPr>
          <w:p w:rsidR="0085747A" w:rsidRPr="00A345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456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3456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3456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345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456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3456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3456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3456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322F" w:rsidRPr="00A3456D" w:rsidTr="00923D7D">
        <w:tc>
          <w:tcPr>
            <w:tcW w:w="4962" w:type="dxa"/>
          </w:tcPr>
          <w:p w:rsidR="001F322F" w:rsidRPr="00A3456D" w:rsidRDefault="001F322F" w:rsidP="001F32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1F322F" w:rsidRPr="00C05DEB" w:rsidRDefault="001F322F" w:rsidP="001F32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1F322F" w:rsidRPr="00A3456D" w:rsidTr="00923D7D">
        <w:tc>
          <w:tcPr>
            <w:tcW w:w="4962" w:type="dxa"/>
          </w:tcPr>
          <w:p w:rsidR="001F322F" w:rsidRPr="00A3456D" w:rsidRDefault="001F322F" w:rsidP="001F32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1F322F" w:rsidRPr="00A3456D" w:rsidRDefault="001F322F" w:rsidP="001F32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F322F" w:rsidRPr="00C05DEB" w:rsidRDefault="001F322F" w:rsidP="001F32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F322F" w:rsidRPr="00A3456D" w:rsidTr="00923D7D">
        <w:tc>
          <w:tcPr>
            <w:tcW w:w="4962" w:type="dxa"/>
          </w:tcPr>
          <w:p w:rsidR="001F322F" w:rsidRPr="00A3456D" w:rsidRDefault="001F322F" w:rsidP="001F32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1F322F" w:rsidRPr="00A3456D" w:rsidRDefault="001F322F" w:rsidP="001F32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F322F" w:rsidRPr="00C05DEB" w:rsidRDefault="001F322F" w:rsidP="001F32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1F322F" w:rsidRPr="00A3456D" w:rsidTr="00923D7D">
        <w:tc>
          <w:tcPr>
            <w:tcW w:w="4962" w:type="dxa"/>
          </w:tcPr>
          <w:p w:rsidR="001F322F" w:rsidRPr="00A3456D" w:rsidRDefault="001F322F" w:rsidP="001F32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F322F" w:rsidRPr="00C05DEB" w:rsidRDefault="001F322F" w:rsidP="001F32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F322F" w:rsidRPr="00A3456D" w:rsidTr="00923D7D">
        <w:tc>
          <w:tcPr>
            <w:tcW w:w="4962" w:type="dxa"/>
          </w:tcPr>
          <w:p w:rsidR="001F322F" w:rsidRPr="00A3456D" w:rsidRDefault="001F322F" w:rsidP="001F322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345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F322F" w:rsidRPr="001F322F" w:rsidRDefault="001F322F" w:rsidP="001F32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322F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A3456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345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3456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3456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3456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456D">
        <w:rPr>
          <w:rFonts w:ascii="Corbel" w:hAnsi="Corbel"/>
          <w:smallCaps w:val="0"/>
          <w:szCs w:val="24"/>
        </w:rPr>
        <w:t xml:space="preserve">6. </w:t>
      </w:r>
      <w:r w:rsidR="0085747A" w:rsidRPr="00A3456D">
        <w:rPr>
          <w:rFonts w:ascii="Corbel" w:hAnsi="Corbel"/>
          <w:smallCaps w:val="0"/>
          <w:szCs w:val="24"/>
        </w:rPr>
        <w:t>PRAKTYKI ZAWODOWE W RAMACH PRZEDMIOTU/ MODUŁU</w:t>
      </w:r>
      <w:r w:rsidRPr="00A3456D">
        <w:rPr>
          <w:rFonts w:ascii="Corbel" w:hAnsi="Corbel"/>
          <w:smallCaps w:val="0"/>
          <w:szCs w:val="24"/>
        </w:rPr>
        <w:t xml:space="preserve"> </w:t>
      </w:r>
    </w:p>
    <w:p w:rsidR="0085747A" w:rsidRPr="00A3456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3456D" w:rsidTr="0071620A">
        <w:trPr>
          <w:trHeight w:val="397"/>
        </w:trPr>
        <w:tc>
          <w:tcPr>
            <w:tcW w:w="3544" w:type="dxa"/>
          </w:tcPr>
          <w:p w:rsidR="0085747A" w:rsidRPr="00A345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A3456D" w:rsidRDefault="00E57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3456D" w:rsidTr="0071620A">
        <w:trPr>
          <w:trHeight w:val="397"/>
        </w:trPr>
        <w:tc>
          <w:tcPr>
            <w:tcW w:w="3544" w:type="dxa"/>
          </w:tcPr>
          <w:p w:rsidR="0085747A" w:rsidRPr="00A345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3456D" w:rsidRDefault="00E57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456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F322F" w:rsidRDefault="001F322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F322F" w:rsidRDefault="001F322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F322F" w:rsidRPr="00A3456D" w:rsidRDefault="001F322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345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456D">
        <w:rPr>
          <w:rFonts w:ascii="Corbel" w:hAnsi="Corbel"/>
          <w:smallCaps w:val="0"/>
          <w:szCs w:val="24"/>
        </w:rPr>
        <w:t xml:space="preserve">7. </w:t>
      </w:r>
      <w:r w:rsidR="0085747A" w:rsidRPr="00A3456D">
        <w:rPr>
          <w:rFonts w:ascii="Corbel" w:hAnsi="Corbel"/>
          <w:smallCaps w:val="0"/>
          <w:szCs w:val="24"/>
        </w:rPr>
        <w:t>LITERATURA</w:t>
      </w:r>
      <w:r w:rsidRPr="00A3456D">
        <w:rPr>
          <w:rFonts w:ascii="Corbel" w:hAnsi="Corbel"/>
          <w:smallCaps w:val="0"/>
          <w:szCs w:val="24"/>
        </w:rPr>
        <w:t xml:space="preserve"> </w:t>
      </w:r>
    </w:p>
    <w:p w:rsidR="00675843" w:rsidRPr="00A345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3456D" w:rsidTr="0071620A">
        <w:trPr>
          <w:trHeight w:val="397"/>
        </w:trPr>
        <w:tc>
          <w:tcPr>
            <w:tcW w:w="7513" w:type="dxa"/>
          </w:tcPr>
          <w:p w:rsidR="00E57CF6" w:rsidRPr="00A3456D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A345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E2671F" w:rsidRPr="00A3456D" w:rsidRDefault="00E2671F" w:rsidP="00A3456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1. Dudycz T., 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:rsidR="00E2671F" w:rsidRPr="00A3456D" w:rsidRDefault="00E2671F" w:rsidP="00A3456D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456D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:rsidR="00E2671F" w:rsidRPr="00A3456D" w:rsidRDefault="00E2671F" w:rsidP="001F322F">
            <w:pPr>
              <w:autoSpaceDE w:val="0"/>
              <w:autoSpaceDN w:val="0"/>
              <w:adjustRightInd w:val="0"/>
              <w:spacing w:after="0" w:line="240" w:lineRule="auto"/>
              <w:ind w:left="176" w:hanging="142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2. Goł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</w:t>
            </w:r>
          </w:p>
          <w:p w:rsidR="00E2671F" w:rsidRPr="00A3456D" w:rsidRDefault="00E2671F" w:rsidP="00A3456D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:rsidR="00D51CD2" w:rsidRPr="00A3456D" w:rsidRDefault="00D51CD2" w:rsidP="00A3456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3. Gabrusewicz W (red.)., Audyt sprawozdań finansowych. Teoria i praktyka. PWE, Warszawa</w:t>
            </w:r>
            <w:r w:rsidR="00B14DA1"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2010</w:t>
            </w:r>
          </w:p>
          <w:p w:rsidR="00E2671F" w:rsidRPr="00A3456D" w:rsidRDefault="00D51CD2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E2671F"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. Kitowski J., 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="00E2671F"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enia</w:t>
            </w:r>
          </w:p>
          <w:p w:rsidR="00E2671F" w:rsidRPr="00A3456D" w:rsidRDefault="00E2671F" w:rsidP="00A3456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upadło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</w:t>
            </w:r>
          </w:p>
          <w:p w:rsidR="0085747A" w:rsidRPr="00A3456D" w:rsidRDefault="00E2671F" w:rsidP="00A3456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2015.</w:t>
            </w:r>
          </w:p>
        </w:tc>
      </w:tr>
      <w:tr w:rsidR="0085747A" w:rsidRPr="00A3456D" w:rsidTr="0071620A">
        <w:trPr>
          <w:trHeight w:val="397"/>
        </w:trPr>
        <w:tc>
          <w:tcPr>
            <w:tcW w:w="7513" w:type="dxa"/>
          </w:tcPr>
          <w:p w:rsidR="00E2671F" w:rsidRPr="00A3456D" w:rsidRDefault="0085747A" w:rsidP="00D51C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3456D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E2671F" w:rsidRPr="00A3456D" w:rsidRDefault="00D51CD2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 w:rsidR="00E2671F"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. Korol T., 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="00E2671F"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="00E2671F"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="00E2671F"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="00E2671F" w:rsidRPr="00A3456D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,</w:t>
            </w:r>
          </w:p>
          <w:p w:rsidR="00E2671F" w:rsidRPr="00A3456D" w:rsidRDefault="00E2671F" w:rsidP="00A3456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:rsidR="00E2671F" w:rsidRPr="00A3456D" w:rsidRDefault="00D51CD2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  <w:r w:rsidR="00E2671F"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. Kowalak R., 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Ocena kondycji finansowej przedsi</w:t>
            </w:r>
            <w:r w:rsidR="00E2671F"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w badaniu</w:t>
            </w:r>
          </w:p>
          <w:p w:rsidR="00E2671F" w:rsidRPr="00A3456D" w:rsidRDefault="00E2671F" w:rsidP="00A3456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zagro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A3456D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A3456D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sk 2008.</w:t>
            </w:r>
          </w:p>
          <w:p w:rsidR="0085747A" w:rsidRPr="00F63BF2" w:rsidRDefault="00D51CD2" w:rsidP="00F63BF2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456D">
              <w:rPr>
                <w:rFonts w:ascii="Corbel" w:hAnsi="Corbel"/>
                <w:sz w:val="24"/>
                <w:szCs w:val="24"/>
                <w:lang w:eastAsia="pl-PL"/>
              </w:rPr>
              <w:t>3</w:t>
            </w:r>
            <w:r w:rsidR="00E2671F" w:rsidRPr="00A3456D">
              <w:rPr>
                <w:rFonts w:ascii="Corbel" w:hAnsi="Corbel"/>
                <w:sz w:val="24"/>
                <w:szCs w:val="24"/>
                <w:lang w:eastAsia="pl-PL"/>
              </w:rPr>
              <w:t xml:space="preserve">. Zaleska M., 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Ocena ekonomiczno-finansowa przedsi</w:t>
            </w:r>
            <w:r w:rsidR="00E2671F" w:rsidRPr="00A3456D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="00E2671F" w:rsidRPr="00A3456D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przez analitykabankowego</w:t>
            </w:r>
            <w:r w:rsidR="00E2671F" w:rsidRPr="00A3456D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="00E2671F" w:rsidRPr="00A3456D">
              <w:rPr>
                <w:rFonts w:ascii="Corbel" w:hAnsi="Corbel"/>
                <w:sz w:val="24"/>
                <w:szCs w:val="24"/>
                <w:lang w:eastAsia="pl-PL"/>
              </w:rPr>
              <w:t>(wyd. II poprawione i rozszerzone), Oficyna Wydawnicza SGH,</w:t>
            </w:r>
            <w:bookmarkStart w:id="0" w:name="_GoBack"/>
            <w:bookmarkEnd w:id="0"/>
            <w:r w:rsidR="00E2671F" w:rsidRPr="00A3456D">
              <w:rPr>
                <w:rFonts w:ascii="Corbel" w:hAnsi="Corbel"/>
                <w:sz w:val="24"/>
                <w:szCs w:val="24"/>
                <w:lang w:eastAsia="pl-PL"/>
              </w:rPr>
              <w:t>Warszawa 2012.</w:t>
            </w:r>
          </w:p>
        </w:tc>
      </w:tr>
    </w:tbl>
    <w:p w:rsidR="0085747A" w:rsidRPr="00A345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345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3456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345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3456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B6F" w:rsidRDefault="00584B6F" w:rsidP="00C16ABF">
      <w:pPr>
        <w:spacing w:after="0" w:line="240" w:lineRule="auto"/>
      </w:pPr>
      <w:r>
        <w:separator/>
      </w:r>
    </w:p>
  </w:endnote>
  <w:endnote w:type="continuationSeparator" w:id="0">
    <w:p w:rsidR="00584B6F" w:rsidRDefault="00584B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B6F" w:rsidRDefault="00584B6F" w:rsidP="00C16ABF">
      <w:pPr>
        <w:spacing w:after="0" w:line="240" w:lineRule="auto"/>
      </w:pPr>
      <w:r>
        <w:separator/>
      </w:r>
    </w:p>
  </w:footnote>
  <w:footnote w:type="continuationSeparator" w:id="0">
    <w:p w:rsidR="00584B6F" w:rsidRDefault="00584B6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AAF"/>
    <w:multiLevelType w:val="multilevel"/>
    <w:tmpl w:val="3CAAAA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B7391"/>
    <w:multiLevelType w:val="hybridMultilevel"/>
    <w:tmpl w:val="CB0AC21E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0A1E"/>
    <w:rsid w:val="00042A51"/>
    <w:rsid w:val="00042D2E"/>
    <w:rsid w:val="00044C82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5911"/>
    <w:rsid w:val="000D04B0"/>
    <w:rsid w:val="000D4B8A"/>
    <w:rsid w:val="000F1C57"/>
    <w:rsid w:val="000F5615"/>
    <w:rsid w:val="001016EF"/>
    <w:rsid w:val="00110554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97D88"/>
    <w:rsid w:val="001A70D2"/>
    <w:rsid w:val="001B2D4C"/>
    <w:rsid w:val="001D657B"/>
    <w:rsid w:val="001D7B54"/>
    <w:rsid w:val="001E0209"/>
    <w:rsid w:val="001F2CA2"/>
    <w:rsid w:val="001F322F"/>
    <w:rsid w:val="002144C0"/>
    <w:rsid w:val="0022477D"/>
    <w:rsid w:val="002336F9"/>
    <w:rsid w:val="0024028F"/>
    <w:rsid w:val="00244ABC"/>
    <w:rsid w:val="002766A5"/>
    <w:rsid w:val="00281FF2"/>
    <w:rsid w:val="00282FB0"/>
    <w:rsid w:val="002857DE"/>
    <w:rsid w:val="00291567"/>
    <w:rsid w:val="002A2389"/>
    <w:rsid w:val="002A671D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847B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208A"/>
    <w:rsid w:val="0047598D"/>
    <w:rsid w:val="004840FD"/>
    <w:rsid w:val="00490F7D"/>
    <w:rsid w:val="00491678"/>
    <w:rsid w:val="004968E2"/>
    <w:rsid w:val="004A3EEA"/>
    <w:rsid w:val="004A4D1F"/>
    <w:rsid w:val="004B58BB"/>
    <w:rsid w:val="004D5282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6610D"/>
    <w:rsid w:val="00584B6F"/>
    <w:rsid w:val="005A0855"/>
    <w:rsid w:val="005A3196"/>
    <w:rsid w:val="005A4BBC"/>
    <w:rsid w:val="005C080F"/>
    <w:rsid w:val="005C55E5"/>
    <w:rsid w:val="005C696A"/>
    <w:rsid w:val="005E6E85"/>
    <w:rsid w:val="005F31D2"/>
    <w:rsid w:val="00602E77"/>
    <w:rsid w:val="0061029B"/>
    <w:rsid w:val="00617230"/>
    <w:rsid w:val="00621CE1"/>
    <w:rsid w:val="00641A92"/>
    <w:rsid w:val="00647FA8"/>
    <w:rsid w:val="006620D9"/>
    <w:rsid w:val="00671958"/>
    <w:rsid w:val="00675843"/>
    <w:rsid w:val="00686C98"/>
    <w:rsid w:val="00687970"/>
    <w:rsid w:val="00696477"/>
    <w:rsid w:val="006A0C29"/>
    <w:rsid w:val="006C212D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6064"/>
    <w:rsid w:val="007C3299"/>
    <w:rsid w:val="007C3BCC"/>
    <w:rsid w:val="007D6E56"/>
    <w:rsid w:val="007F4155"/>
    <w:rsid w:val="0081405E"/>
    <w:rsid w:val="0081707E"/>
    <w:rsid w:val="008437A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955"/>
    <w:rsid w:val="008E64F4"/>
    <w:rsid w:val="008F12C9"/>
    <w:rsid w:val="008F6E29"/>
    <w:rsid w:val="00916188"/>
    <w:rsid w:val="009223A3"/>
    <w:rsid w:val="00923D7D"/>
    <w:rsid w:val="009508DF"/>
    <w:rsid w:val="00950DAC"/>
    <w:rsid w:val="00952011"/>
    <w:rsid w:val="00954A07"/>
    <w:rsid w:val="00997F14"/>
    <w:rsid w:val="009A78D9"/>
    <w:rsid w:val="009C0487"/>
    <w:rsid w:val="009C2054"/>
    <w:rsid w:val="009C3E31"/>
    <w:rsid w:val="009C54AE"/>
    <w:rsid w:val="009C788E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456D"/>
    <w:rsid w:val="00A36899"/>
    <w:rsid w:val="00A371F6"/>
    <w:rsid w:val="00A43BF6"/>
    <w:rsid w:val="00A54817"/>
    <w:rsid w:val="00A601C8"/>
    <w:rsid w:val="00A60799"/>
    <w:rsid w:val="00A97DE1"/>
    <w:rsid w:val="00AB053C"/>
    <w:rsid w:val="00AC0F37"/>
    <w:rsid w:val="00AD0A5D"/>
    <w:rsid w:val="00AD1146"/>
    <w:rsid w:val="00AD27D3"/>
    <w:rsid w:val="00AD66D6"/>
    <w:rsid w:val="00AE1160"/>
    <w:rsid w:val="00AE203C"/>
    <w:rsid w:val="00AE2E74"/>
    <w:rsid w:val="00AE57B8"/>
    <w:rsid w:val="00AE5FCB"/>
    <w:rsid w:val="00AF2C1E"/>
    <w:rsid w:val="00B0392D"/>
    <w:rsid w:val="00B06142"/>
    <w:rsid w:val="00B135B1"/>
    <w:rsid w:val="00B14DA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0752"/>
    <w:rsid w:val="00C324C1"/>
    <w:rsid w:val="00C36992"/>
    <w:rsid w:val="00C42EAB"/>
    <w:rsid w:val="00C50FF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1CD2"/>
    <w:rsid w:val="00D552B2"/>
    <w:rsid w:val="00D608D1"/>
    <w:rsid w:val="00D67B6D"/>
    <w:rsid w:val="00D74119"/>
    <w:rsid w:val="00D8075B"/>
    <w:rsid w:val="00D8678B"/>
    <w:rsid w:val="00DA2114"/>
    <w:rsid w:val="00DE09C0"/>
    <w:rsid w:val="00DF0BE2"/>
    <w:rsid w:val="00DF320D"/>
    <w:rsid w:val="00DF605A"/>
    <w:rsid w:val="00DF71C8"/>
    <w:rsid w:val="00E129B8"/>
    <w:rsid w:val="00E21E7D"/>
    <w:rsid w:val="00E22FBC"/>
    <w:rsid w:val="00E24BF5"/>
    <w:rsid w:val="00E25338"/>
    <w:rsid w:val="00E2671F"/>
    <w:rsid w:val="00E51E44"/>
    <w:rsid w:val="00E57CF6"/>
    <w:rsid w:val="00E63348"/>
    <w:rsid w:val="00E77E88"/>
    <w:rsid w:val="00E8107D"/>
    <w:rsid w:val="00EA4832"/>
    <w:rsid w:val="00EC4899"/>
    <w:rsid w:val="00ED03AB"/>
    <w:rsid w:val="00ED2142"/>
    <w:rsid w:val="00ED32D2"/>
    <w:rsid w:val="00EE32DE"/>
    <w:rsid w:val="00EE5457"/>
    <w:rsid w:val="00EF5EA5"/>
    <w:rsid w:val="00F070AB"/>
    <w:rsid w:val="00F27A7B"/>
    <w:rsid w:val="00F526AF"/>
    <w:rsid w:val="00F617C3"/>
    <w:rsid w:val="00F63BF2"/>
    <w:rsid w:val="00F7066B"/>
    <w:rsid w:val="00F83B28"/>
    <w:rsid w:val="00FB7DBA"/>
    <w:rsid w:val="00FC1C25"/>
    <w:rsid w:val="00FC3F45"/>
    <w:rsid w:val="00FD503F"/>
    <w:rsid w:val="00FD7589"/>
    <w:rsid w:val="00FE1515"/>
    <w:rsid w:val="00FF016A"/>
    <w:rsid w:val="00FF1401"/>
    <w:rsid w:val="00FF435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61613"/>
  <w15:docId w15:val="{073D72AB-81EF-4F98-A77A-17742D4C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F371F-90C1-4DC4-B7C1-48AC93CA4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5</Pages>
  <Words>1022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8</cp:revision>
  <cp:lastPrinted>2017-02-15T12:41:00Z</cp:lastPrinted>
  <dcterms:created xsi:type="dcterms:W3CDTF">2018-02-09T09:10:00Z</dcterms:created>
  <dcterms:modified xsi:type="dcterms:W3CDTF">2019-02-01T09:46:00Z</dcterms:modified>
</cp:coreProperties>
</file>